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71B" w:rsidRPr="00700074" w:rsidRDefault="00B9771B" w:rsidP="00700074">
      <w:pPr>
        <w:pBdr>
          <w:bottom w:val="single" w:sz="4" w:space="1" w:color="auto"/>
        </w:pBdr>
        <w:spacing w:after="0"/>
        <w:jc w:val="right"/>
        <w:rPr>
          <w:rFonts w:ascii="Times New Roman" w:hAnsi="Times New Roman"/>
          <w:b/>
        </w:rPr>
      </w:pPr>
      <w:bookmarkStart w:id="0" w:name="_Hlk157941435"/>
      <w:bookmarkStart w:id="1" w:name="_Hlk157792577"/>
      <w:r w:rsidRPr="00700074">
        <w:rPr>
          <w:rFonts w:ascii="Times New Roman" w:hAnsi="Times New Roman"/>
          <w:b/>
        </w:rPr>
        <w:t xml:space="preserve">Приложение № </w:t>
      </w:r>
      <w:r>
        <w:rPr>
          <w:rFonts w:ascii="Times New Roman" w:hAnsi="Times New Roman"/>
          <w:b/>
        </w:rPr>
        <w:t xml:space="preserve">1 към </w:t>
      </w:r>
      <w:r w:rsidRPr="00AA0997">
        <w:rPr>
          <w:rFonts w:ascii="Times New Roman" w:hAnsi="Times New Roman"/>
          <w:b/>
        </w:rPr>
        <w:t>Националната карта на социалните услуги</w:t>
      </w:r>
    </w:p>
    <w:p w:rsidR="00B9771B" w:rsidRPr="00700074" w:rsidRDefault="00B9771B" w:rsidP="00661376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B9771B" w:rsidRPr="00700074" w:rsidRDefault="00B9771B" w:rsidP="00653D1F">
      <w:pPr>
        <w:jc w:val="center"/>
        <w:rPr>
          <w:rFonts w:ascii="Times New Roman" w:hAnsi="Times New Roman"/>
          <w:b/>
        </w:rPr>
      </w:pPr>
      <w:r w:rsidRPr="00700074">
        <w:rPr>
          <w:rFonts w:ascii="Times New Roman" w:hAnsi="Times New Roman"/>
          <w:b/>
        </w:rPr>
        <w:t>Карта на социалните и интегрираните здравно-социални услуги, които се финансират изцяло или ча</w:t>
      </w:r>
      <w:bookmarkStart w:id="2" w:name="_GoBack"/>
      <w:bookmarkEnd w:id="2"/>
      <w:r w:rsidRPr="00700074">
        <w:rPr>
          <w:rFonts w:ascii="Times New Roman" w:hAnsi="Times New Roman"/>
          <w:b/>
        </w:rPr>
        <w:t>стично от държавния бюджет в област Благоевград</w:t>
      </w:r>
      <w:bookmarkEnd w:id="0"/>
    </w:p>
    <w:tbl>
      <w:tblPr>
        <w:tblW w:w="9862" w:type="dxa"/>
        <w:tblCellMar>
          <w:left w:w="70" w:type="dxa"/>
          <w:right w:w="70" w:type="dxa"/>
        </w:tblCellMar>
        <w:tblLook w:val="00A0"/>
      </w:tblPr>
      <w:tblGrid>
        <w:gridCol w:w="341"/>
        <w:gridCol w:w="2222"/>
        <w:gridCol w:w="646"/>
        <w:gridCol w:w="476"/>
        <w:gridCol w:w="476"/>
        <w:gridCol w:w="476"/>
        <w:gridCol w:w="475"/>
        <w:gridCol w:w="475"/>
        <w:gridCol w:w="475"/>
        <w:gridCol w:w="475"/>
        <w:gridCol w:w="475"/>
        <w:gridCol w:w="475"/>
        <w:gridCol w:w="475"/>
        <w:gridCol w:w="475"/>
        <w:gridCol w:w="475"/>
        <w:gridCol w:w="475"/>
        <w:gridCol w:w="475"/>
      </w:tblGrid>
      <w:tr w:rsidR="00B9771B" w:rsidRPr="00B97769" w:rsidTr="00655D9E">
        <w:trPr>
          <w:tblHeader/>
        </w:trPr>
        <w:tc>
          <w:tcPr>
            <w:tcW w:w="34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noWrap/>
            <w:vAlign w:val="center"/>
          </w:tcPr>
          <w:bookmarkEnd w:id="1"/>
          <w:p w:rsidR="00B9771B" w:rsidRPr="00284602" w:rsidRDefault="00B9771B" w:rsidP="006613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№</w:t>
            </w:r>
          </w:p>
        </w:tc>
        <w:tc>
          <w:tcPr>
            <w:tcW w:w="222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B9771B" w:rsidRPr="00284602" w:rsidRDefault="00B9771B" w:rsidP="006613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Вид услуга</w:t>
            </w:r>
          </w:p>
        </w:tc>
        <w:tc>
          <w:tcPr>
            <w:tcW w:w="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9771B" w:rsidRPr="00284602" w:rsidRDefault="00B9771B" w:rsidP="0066137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  <w:t>ОБЛАСТ БЛАГОЕВГРАД</w:t>
            </w:r>
          </w:p>
        </w:tc>
        <w:tc>
          <w:tcPr>
            <w:tcW w:w="6653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771B" w:rsidRPr="00284602" w:rsidRDefault="00B9771B" w:rsidP="006613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  <w:t>Община</w:t>
            </w:r>
          </w:p>
        </w:tc>
      </w:tr>
      <w:tr w:rsidR="00B9771B" w:rsidRPr="00B97769" w:rsidTr="00842269">
        <w:trPr>
          <w:trHeight w:val="1466"/>
          <w:tblHeader/>
        </w:trPr>
        <w:tc>
          <w:tcPr>
            <w:tcW w:w="341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B9771B" w:rsidRPr="00284602" w:rsidRDefault="00B9771B" w:rsidP="006613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2222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9771B" w:rsidRPr="00284602" w:rsidRDefault="00B9771B" w:rsidP="0066137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Банско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9771B" w:rsidRPr="00284602" w:rsidRDefault="00B9771B" w:rsidP="0066137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Белица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9771B" w:rsidRPr="00284602" w:rsidRDefault="00B9771B" w:rsidP="0066137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Благоевград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B9771B" w:rsidRPr="00284602" w:rsidRDefault="00B9771B" w:rsidP="0066137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Гоце Делчев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B9771B" w:rsidRPr="00284602" w:rsidRDefault="00B9771B" w:rsidP="0066137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Гърмен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B9771B" w:rsidRPr="00284602" w:rsidRDefault="00B9771B" w:rsidP="0066137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Кресна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9771B" w:rsidRPr="00284602" w:rsidRDefault="00B9771B" w:rsidP="0066137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Петрич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9771B" w:rsidRPr="00284602" w:rsidRDefault="00B9771B" w:rsidP="0066137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Разлог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9771B" w:rsidRPr="00284602" w:rsidRDefault="00B9771B" w:rsidP="0066137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Сандански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9771B" w:rsidRPr="00284602" w:rsidRDefault="00B9771B" w:rsidP="0066137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Сатовча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9771B" w:rsidRPr="00284602" w:rsidRDefault="00B9771B" w:rsidP="0066137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Симитли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9771B" w:rsidRPr="00284602" w:rsidRDefault="00B9771B" w:rsidP="0066137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Струмяни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9771B" w:rsidRPr="00284602" w:rsidRDefault="00B9771B" w:rsidP="0066137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 xml:space="preserve">Хаджидимово 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9771B" w:rsidRPr="00284602" w:rsidRDefault="00B9771B" w:rsidP="0066137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Якоруда</w:t>
            </w:r>
          </w:p>
        </w:tc>
      </w:tr>
      <w:tr w:rsidR="00B9771B" w:rsidRPr="00B97769" w:rsidTr="00842269"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6613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</w:p>
        </w:tc>
        <w:tc>
          <w:tcPr>
            <w:tcW w:w="22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6613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</w:p>
        </w:tc>
        <w:tc>
          <w:tcPr>
            <w:tcW w:w="7299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2846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b/>
                <w:sz w:val="20"/>
                <w:szCs w:val="20"/>
                <w:lang w:eastAsia="bg-BG"/>
              </w:rPr>
              <w:t>Максимален брой потребители</w:t>
            </w:r>
          </w:p>
        </w:tc>
      </w:tr>
      <w:tr w:rsidR="00B9771B" w:rsidRPr="00B97769" w:rsidTr="00655D9E"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6613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6613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Информиране, консултиране и обучение за реализиране на социални права и за развиване на умения, които се предоставят за срок не по-дълъг от два месеца (общодостъпна услуга)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B9771B" w:rsidRPr="00284602" w:rsidRDefault="00B9771B" w:rsidP="00653D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102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653D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653D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653D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47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653D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653D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653D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653D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17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653D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653D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653D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653D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653D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653D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653D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B9771B" w:rsidRPr="00B97769" w:rsidTr="00655D9E"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6613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6613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Мобилна превантивна общностна работа (общодостъпна услуга)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139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52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23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17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5</w:t>
            </w:r>
          </w:p>
        </w:tc>
      </w:tr>
      <w:tr w:rsidR="00B9771B" w:rsidRPr="00B97769" w:rsidTr="00655D9E"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6613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6613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Информиране и консултиране (специализирана услуга)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494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39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117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43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24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73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26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50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28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13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16</w:t>
            </w:r>
          </w:p>
        </w:tc>
      </w:tr>
      <w:tr w:rsidR="00B9771B" w:rsidRPr="00B97769" w:rsidTr="00655D9E"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6613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6613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Застъпничество и посредничество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412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32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25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113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50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38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17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21</w:t>
            </w:r>
          </w:p>
        </w:tc>
      </w:tr>
      <w:tr w:rsidR="00B9771B" w:rsidRPr="00B97769" w:rsidTr="00655D9E"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6613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6613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Терапия и рехабилитация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695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57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34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155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68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28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33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90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64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29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23</w:t>
            </w:r>
          </w:p>
        </w:tc>
      </w:tr>
      <w:tr w:rsidR="00B9771B" w:rsidRPr="00B97769" w:rsidTr="00655D9E"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6613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6613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Обучение за придобиване на умения за деца/пълнолетни лица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592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51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28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162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60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19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24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61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28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44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17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22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23</w:t>
            </w:r>
          </w:p>
        </w:tc>
      </w:tr>
      <w:tr w:rsidR="00B9771B" w:rsidRPr="00B97769" w:rsidTr="00655D9E"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771B" w:rsidRPr="00284602" w:rsidRDefault="00B9771B" w:rsidP="006613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7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6613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Подкрепа за придобиване на трудови умения за лица с трайни увреждания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260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26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11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57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18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28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13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23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</w:tr>
      <w:tr w:rsidR="00B9771B" w:rsidRPr="00B97769" w:rsidTr="00655D9E"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771B" w:rsidRPr="00284602" w:rsidRDefault="00B9771B" w:rsidP="006613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6613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Дневна грижа за деца с трайни увреждания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351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25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96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50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36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24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</w:tr>
      <w:tr w:rsidR="00B9771B" w:rsidRPr="00B97769" w:rsidTr="00655D9E"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771B" w:rsidRPr="00284602" w:rsidRDefault="00B9771B" w:rsidP="006613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6613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Дневна грижа за пълнолетни лица с трайни увреждания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592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40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115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104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23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25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60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35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25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35</w:t>
            </w:r>
          </w:p>
        </w:tc>
      </w:tr>
      <w:tr w:rsidR="00B9771B" w:rsidRPr="00B97769" w:rsidTr="00655D9E"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6613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6613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бездомни лица и семейства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B9771B" w:rsidRPr="00B97769" w:rsidTr="00655D9E"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771B" w:rsidRPr="00284602" w:rsidRDefault="00B9771B" w:rsidP="006613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11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6613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Асистентска подкрепа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1958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119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91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252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168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107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61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348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65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309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124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107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87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80</w:t>
            </w:r>
          </w:p>
        </w:tc>
      </w:tr>
      <w:tr w:rsidR="00B9771B" w:rsidRPr="00B97769" w:rsidTr="00655D9E"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6613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771B" w:rsidRPr="00284602" w:rsidRDefault="00B9771B" w:rsidP="006613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деца/младежи от 3 до 18/20 г. без увреждания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53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23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B9771B" w:rsidRPr="00B97769" w:rsidTr="00655D9E"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771B" w:rsidRPr="00284602" w:rsidRDefault="00B9771B" w:rsidP="006613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13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771B" w:rsidRPr="00284602" w:rsidRDefault="00B9771B" w:rsidP="006613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Резидентна грижа за младежи до 25 г. 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B9771B" w:rsidRPr="00B97769" w:rsidTr="00655D9E"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6613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14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771B" w:rsidRPr="00284602" w:rsidRDefault="00B9771B" w:rsidP="006613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деца/младежи с трайни увреждания от 3 до 18/25 г.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71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B9771B" w:rsidRPr="00B97769" w:rsidTr="00655D9E"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771B" w:rsidRPr="00284602" w:rsidRDefault="00B9771B" w:rsidP="006613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771B" w:rsidRPr="00284602" w:rsidRDefault="00B9771B" w:rsidP="006613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пълнолетни лица с психични разстройства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264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43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35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28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33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70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</w:tr>
      <w:tr w:rsidR="00B9771B" w:rsidRPr="00B97769" w:rsidTr="00655D9E"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6613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771B" w:rsidRPr="00284602" w:rsidRDefault="00B9771B" w:rsidP="006613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пълнолетни лица с интелектуални затруднения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333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76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106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23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24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</w:tr>
      <w:tr w:rsidR="00B9771B" w:rsidRPr="00B97769" w:rsidTr="00655D9E"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771B" w:rsidRPr="00284602" w:rsidRDefault="00B9771B" w:rsidP="006613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17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771B" w:rsidRPr="00284602" w:rsidRDefault="00B9771B" w:rsidP="006613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пълнолетни лица с физически увреждания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250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25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75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</w:tr>
      <w:tr w:rsidR="00B9771B" w:rsidRPr="00B97769" w:rsidTr="00655D9E"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6613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18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771B" w:rsidRPr="00284602" w:rsidRDefault="00B9771B" w:rsidP="006613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пълнолетни лица с деменция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153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50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48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B9771B" w:rsidRPr="00B97769" w:rsidTr="00655D9E"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771B" w:rsidRPr="00284602" w:rsidRDefault="00B9771B" w:rsidP="006613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19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771B" w:rsidRPr="00284602" w:rsidRDefault="00B9771B" w:rsidP="006613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пълнолетни лица със сетивни увреждания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B9771B" w:rsidRPr="00B97769" w:rsidTr="00655D9E"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6613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771B" w:rsidRPr="00284602" w:rsidRDefault="00B9771B" w:rsidP="006613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Резидентна грижа за възрастни хора в надтрудоспособна възраст без увреждания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368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32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102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39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25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</w:tr>
      <w:tr w:rsidR="00B9771B" w:rsidRPr="00B97769" w:rsidTr="00655D9E"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771B" w:rsidRPr="00284602" w:rsidRDefault="00B9771B" w:rsidP="006613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21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771B" w:rsidRPr="00284602" w:rsidRDefault="00B9771B" w:rsidP="006613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Интегрирана здравно-социална услуга за резидентна грижа за деца с трайни увреждания с потребност от постоянни медицински грижи 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B9771B" w:rsidRPr="00B97769" w:rsidTr="00655D9E"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6613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22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771B" w:rsidRPr="00284602" w:rsidRDefault="00B9771B" w:rsidP="006613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Интегрирана здравно-социална услуга за резидентна грижа за пълнолетни лица с трайни увреждания с потребност от постоянни медицински грижи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60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B9771B" w:rsidRPr="00B97769" w:rsidTr="00655D9E"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771B" w:rsidRPr="00284602" w:rsidRDefault="00B9771B" w:rsidP="006613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23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771B" w:rsidRPr="00284602" w:rsidRDefault="00B9771B" w:rsidP="006613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Интегрирана здравно-социална услуга за резидентна грижа за възрастни хора в невъзможност за самообслужване с потребност от постоянни медицински грижи 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75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B9771B" w:rsidRPr="00B97769" w:rsidTr="00655D9E"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6613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24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6613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деца в кризисна ситуация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B9771B" w:rsidRPr="00B97769" w:rsidTr="00655D9E"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771B" w:rsidRPr="00284602" w:rsidRDefault="00B9771B" w:rsidP="006613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25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6613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лица в кризисна ситуация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B9771B" w:rsidRPr="00B97769" w:rsidTr="00655D9E"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6613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26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6613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лица в кризисна ситуация – бременни жени и майки в риск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B9771B" w:rsidRPr="00B97769" w:rsidTr="00655D9E"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771B" w:rsidRPr="00284602" w:rsidRDefault="00B9771B" w:rsidP="006613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27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6613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деца, пострадали от домашно насилие, и деца – жертви на трафик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26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  <w:tr w:rsidR="00B9771B" w:rsidRPr="00B97769" w:rsidTr="00655D9E"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6613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28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6613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Осигуряване на подслон за пълнолетни лица, пострадали от домашно насилие, и лица – жертви на трафик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1B" w:rsidRPr="00284602" w:rsidRDefault="00B9771B" w:rsidP="00190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84602">
              <w:rPr>
                <w:rFonts w:ascii="Times New Roman" w:hAnsi="Times New Roman"/>
                <w:sz w:val="20"/>
                <w:szCs w:val="20"/>
                <w:lang w:eastAsia="bg-BG"/>
              </w:rPr>
              <w:t>0</w:t>
            </w:r>
          </w:p>
        </w:tc>
      </w:tr>
    </w:tbl>
    <w:p w:rsidR="00B9771B" w:rsidRPr="00700074" w:rsidRDefault="00B9771B" w:rsidP="00C16902">
      <w:pPr>
        <w:rPr>
          <w:rFonts w:ascii="Times New Roman" w:hAnsi="Times New Roman"/>
        </w:rPr>
      </w:pPr>
    </w:p>
    <w:sectPr w:rsidR="00B9771B" w:rsidRPr="00700074" w:rsidSect="0085334B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771B" w:rsidRDefault="00B9771B" w:rsidP="00F35659">
      <w:pPr>
        <w:spacing w:after="0" w:line="240" w:lineRule="auto"/>
      </w:pPr>
      <w:r>
        <w:separator/>
      </w:r>
    </w:p>
  </w:endnote>
  <w:endnote w:type="continuationSeparator" w:id="0">
    <w:p w:rsidR="00B9771B" w:rsidRDefault="00B9771B" w:rsidP="00F356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771B" w:rsidRPr="00A566C6" w:rsidRDefault="00B9771B">
    <w:pPr>
      <w:pStyle w:val="Footer"/>
      <w:jc w:val="right"/>
      <w:rPr>
        <w:rFonts w:ascii="Times New Roman" w:hAnsi="Times New Roman"/>
      </w:rPr>
    </w:pPr>
    <w:r w:rsidRPr="00A566C6">
      <w:rPr>
        <w:rFonts w:ascii="Times New Roman" w:hAnsi="Times New Roman"/>
      </w:rPr>
      <w:fldChar w:fldCharType="begin"/>
    </w:r>
    <w:r w:rsidRPr="00A566C6">
      <w:rPr>
        <w:rFonts w:ascii="Times New Roman" w:hAnsi="Times New Roman"/>
      </w:rPr>
      <w:instrText xml:space="preserve"> PAGE   \* MERGEFORMAT </w:instrText>
    </w:r>
    <w:r w:rsidRPr="00A566C6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1</w:t>
    </w:r>
    <w:r w:rsidRPr="00A566C6">
      <w:rPr>
        <w:rFonts w:ascii="Times New Roman" w:hAnsi="Times New Roman"/>
      </w:rPr>
      <w:fldChar w:fldCharType="end"/>
    </w:r>
  </w:p>
  <w:p w:rsidR="00B9771B" w:rsidRDefault="00B9771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771B" w:rsidRDefault="00B9771B" w:rsidP="00F35659">
      <w:pPr>
        <w:spacing w:after="0" w:line="240" w:lineRule="auto"/>
      </w:pPr>
      <w:r>
        <w:separator/>
      </w:r>
    </w:p>
  </w:footnote>
  <w:footnote w:type="continuationSeparator" w:id="0">
    <w:p w:rsidR="00B9771B" w:rsidRDefault="00B9771B" w:rsidP="00F3565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553D"/>
    <w:rsid w:val="001903EB"/>
    <w:rsid w:val="00284602"/>
    <w:rsid w:val="0028685F"/>
    <w:rsid w:val="002D7D97"/>
    <w:rsid w:val="003664E3"/>
    <w:rsid w:val="003C5EC5"/>
    <w:rsid w:val="005D0C93"/>
    <w:rsid w:val="005F2E96"/>
    <w:rsid w:val="00653D1F"/>
    <w:rsid w:val="00655D9E"/>
    <w:rsid w:val="00661376"/>
    <w:rsid w:val="006D672D"/>
    <w:rsid w:val="00700074"/>
    <w:rsid w:val="00842269"/>
    <w:rsid w:val="0085334B"/>
    <w:rsid w:val="00920F86"/>
    <w:rsid w:val="0093309A"/>
    <w:rsid w:val="0093553D"/>
    <w:rsid w:val="00970766"/>
    <w:rsid w:val="009C31E4"/>
    <w:rsid w:val="00A566C6"/>
    <w:rsid w:val="00AA0997"/>
    <w:rsid w:val="00B9771B"/>
    <w:rsid w:val="00B97769"/>
    <w:rsid w:val="00BC7350"/>
    <w:rsid w:val="00C16902"/>
    <w:rsid w:val="00F356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334B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356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F3565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F356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F35659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8288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88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3</Pages>
  <Words>527</Words>
  <Characters>3009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Borislav Mikov</dc:creator>
  <cp:keywords/>
  <dc:description/>
  <cp:lastModifiedBy>e.tonova</cp:lastModifiedBy>
  <cp:revision>3</cp:revision>
  <dcterms:created xsi:type="dcterms:W3CDTF">2024-03-18T14:16:00Z</dcterms:created>
  <dcterms:modified xsi:type="dcterms:W3CDTF">2024-08-07T11:03:00Z</dcterms:modified>
</cp:coreProperties>
</file>